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71B465E3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60F08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</w:t>
      </w:r>
    </w:p>
    <w:p w14:paraId="59466B68" w14:textId="2BBFEF89" w:rsidR="008145D7" w:rsidRDefault="00B60F08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Dílčí nabídkové ceny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417"/>
        <w:gridCol w:w="1559"/>
        <w:gridCol w:w="1560"/>
        <w:gridCol w:w="1559"/>
        <w:gridCol w:w="1614"/>
      </w:tblGrid>
      <w:tr w:rsidR="00AF600C" w14:paraId="26434C12" w14:textId="5FA491FB" w:rsidTr="00AF6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5B08152" w14:textId="38DC3659" w:rsidR="00F70FCC" w:rsidRPr="00B60F08" w:rsidRDefault="00F70FCC" w:rsidP="008145D7">
            <w:pPr>
              <w:tabs>
                <w:tab w:val="right" w:pos="9063"/>
              </w:tabs>
              <w:spacing w:line="280" w:lineRule="atLeast"/>
              <w:ind w:right="7"/>
              <w:rPr>
                <w:sz w:val="18"/>
                <w:lang w:eastAsia="cs-CZ"/>
              </w:rPr>
            </w:pPr>
            <w:r w:rsidRPr="00B60F08">
              <w:rPr>
                <w:sz w:val="18"/>
                <w:lang w:eastAsia="cs-CZ"/>
              </w:rPr>
              <w:t>Název položky</w:t>
            </w:r>
          </w:p>
        </w:tc>
        <w:tc>
          <w:tcPr>
            <w:tcW w:w="1417" w:type="dxa"/>
          </w:tcPr>
          <w:p w14:paraId="7F5DFE9A" w14:textId="055E853E" w:rsidR="00F70FCC" w:rsidRPr="00B60F08" w:rsidRDefault="00F70FCC" w:rsidP="008145D7">
            <w:pPr>
              <w:tabs>
                <w:tab w:val="right" w:pos="9063"/>
              </w:tabs>
              <w:spacing w:line="280" w:lineRule="atLeast"/>
              <w:ind w:right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Předpokláda</w:t>
            </w:r>
            <w:r w:rsidR="00AF600C">
              <w:rPr>
                <w:sz w:val="18"/>
                <w:lang w:eastAsia="cs-CZ"/>
              </w:rPr>
              <w:t>-</w:t>
            </w:r>
            <w:r>
              <w:rPr>
                <w:sz w:val="18"/>
                <w:lang w:eastAsia="cs-CZ"/>
              </w:rPr>
              <w:t>né množství v ks</w:t>
            </w:r>
          </w:p>
        </w:tc>
        <w:tc>
          <w:tcPr>
            <w:tcW w:w="1559" w:type="dxa"/>
          </w:tcPr>
          <w:p w14:paraId="53FD55A7" w14:textId="405B7E0A" w:rsidR="00F70FCC" w:rsidRPr="00B60F08" w:rsidRDefault="00F70FCC" w:rsidP="008145D7">
            <w:pPr>
              <w:tabs>
                <w:tab w:val="right" w:pos="9063"/>
              </w:tabs>
              <w:spacing w:line="280" w:lineRule="atLeast"/>
              <w:ind w:right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Cena za 1 ks v Kč bez DPH</w:t>
            </w:r>
          </w:p>
        </w:tc>
        <w:tc>
          <w:tcPr>
            <w:tcW w:w="1560" w:type="dxa"/>
          </w:tcPr>
          <w:p w14:paraId="38CBBD50" w14:textId="2211B90A" w:rsidR="00F70FCC" w:rsidRPr="00B60F08" w:rsidRDefault="00F70FCC" w:rsidP="008145D7">
            <w:pPr>
              <w:tabs>
                <w:tab w:val="right" w:pos="9063"/>
              </w:tabs>
              <w:spacing w:line="280" w:lineRule="atLeast"/>
              <w:ind w:right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Cena za předpokládané množství v Kč bez DPH</w:t>
            </w:r>
          </w:p>
        </w:tc>
        <w:tc>
          <w:tcPr>
            <w:tcW w:w="1559" w:type="dxa"/>
          </w:tcPr>
          <w:p w14:paraId="168E2160" w14:textId="0FD1F988" w:rsidR="00F70FCC" w:rsidRDefault="00AF600C" w:rsidP="008145D7">
            <w:pPr>
              <w:tabs>
                <w:tab w:val="right" w:pos="9063"/>
              </w:tabs>
              <w:spacing w:line="280" w:lineRule="atLeast"/>
              <w:ind w:right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sz w:val="18"/>
                <w:lang w:eastAsia="cs-CZ"/>
              </w:rPr>
              <w:t xml:space="preserve">21% </w:t>
            </w:r>
            <w:r w:rsidR="00F70FCC">
              <w:rPr>
                <w:sz w:val="18"/>
                <w:lang w:eastAsia="cs-CZ"/>
              </w:rPr>
              <w:t>DPH</w:t>
            </w:r>
          </w:p>
        </w:tc>
        <w:tc>
          <w:tcPr>
            <w:tcW w:w="1614" w:type="dxa"/>
          </w:tcPr>
          <w:p w14:paraId="47812D17" w14:textId="20CE9C29" w:rsidR="00F70FCC" w:rsidRDefault="00AF600C" w:rsidP="008145D7">
            <w:pPr>
              <w:tabs>
                <w:tab w:val="right" w:pos="9063"/>
              </w:tabs>
              <w:spacing w:line="280" w:lineRule="atLeast"/>
              <w:ind w:right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sz w:val="18"/>
                <w:lang w:eastAsia="cs-CZ"/>
              </w:rPr>
              <w:t>Cena za předpokládané množství v Kč včetně DPH</w:t>
            </w:r>
          </w:p>
        </w:tc>
      </w:tr>
      <w:tr w:rsidR="00AF600C" w14:paraId="09BB257D" w14:textId="41AB9C34" w:rsidTr="00AF6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ECA07DB" w14:textId="6D80C245" w:rsidR="00F70FCC" w:rsidRPr="00B60F08" w:rsidRDefault="00F70FCC" w:rsidP="00A247EC">
            <w:pPr>
              <w:tabs>
                <w:tab w:val="right" w:pos="9063"/>
              </w:tabs>
              <w:spacing w:line="280" w:lineRule="atLeast"/>
              <w:ind w:right="7"/>
              <w:rPr>
                <w:sz w:val="18"/>
                <w:lang w:eastAsia="cs-CZ"/>
              </w:rPr>
            </w:pPr>
            <w:r w:rsidRPr="00A072A4">
              <w:rPr>
                <w:sz w:val="18"/>
                <w:lang w:eastAsia="cs-CZ"/>
              </w:rPr>
              <w:t>Monitor 32"</w:t>
            </w:r>
          </w:p>
        </w:tc>
        <w:tc>
          <w:tcPr>
            <w:tcW w:w="1417" w:type="dxa"/>
          </w:tcPr>
          <w:p w14:paraId="279C5B0A" w14:textId="43941BD8" w:rsidR="00F70FCC" w:rsidRPr="00B60F08" w:rsidRDefault="00F70FCC" w:rsidP="00A247EC">
            <w:pPr>
              <w:tabs>
                <w:tab w:val="right" w:pos="9063"/>
              </w:tabs>
              <w:spacing w:line="280" w:lineRule="atLeast"/>
              <w:ind w:right="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100</w:t>
            </w:r>
          </w:p>
        </w:tc>
        <w:tc>
          <w:tcPr>
            <w:tcW w:w="1559" w:type="dxa"/>
          </w:tcPr>
          <w:p w14:paraId="345D597D" w14:textId="3C472615" w:rsidR="00F70FCC" w:rsidRPr="00A247EC" w:rsidRDefault="00F70FCC" w:rsidP="00A247EC">
            <w:pPr>
              <w:tabs>
                <w:tab w:val="right" w:pos="9063"/>
              </w:tabs>
              <w:spacing w:line="280" w:lineRule="atLeast"/>
              <w:ind w:righ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 w:eastAsia="cs-CZ"/>
              </w:rPr>
            </w:pPr>
            <w:r w:rsidRPr="00A247EC">
              <w:rPr>
                <w:sz w:val="18"/>
                <w:highlight w:val="green"/>
                <w:lang w:val="en-US" w:eastAsia="cs-CZ"/>
              </w:rPr>
              <w:t>[DO</w:t>
            </w:r>
            <w:r w:rsidRPr="00A247EC">
              <w:rPr>
                <w:sz w:val="18"/>
                <w:highlight w:val="green"/>
                <w:lang w:eastAsia="cs-CZ"/>
              </w:rPr>
              <w:t>PLNÍ PRODÁVAJÍCÍ</w:t>
            </w:r>
            <w:r w:rsidRPr="00A247EC">
              <w:rPr>
                <w:sz w:val="18"/>
                <w:highlight w:val="green"/>
                <w:lang w:val="en-US" w:eastAsia="cs-CZ"/>
              </w:rPr>
              <w:t>]</w:t>
            </w:r>
          </w:p>
        </w:tc>
        <w:tc>
          <w:tcPr>
            <w:tcW w:w="1560" w:type="dxa"/>
          </w:tcPr>
          <w:p w14:paraId="7C3ED57E" w14:textId="0493F2D2" w:rsidR="00F70FCC" w:rsidRPr="00B60F08" w:rsidRDefault="00F70FCC" w:rsidP="00A247EC">
            <w:pPr>
              <w:tabs>
                <w:tab w:val="right" w:pos="9063"/>
              </w:tabs>
              <w:spacing w:line="280" w:lineRule="atLeast"/>
              <w:ind w:righ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A247EC">
              <w:rPr>
                <w:sz w:val="18"/>
                <w:highlight w:val="green"/>
                <w:lang w:val="en-US" w:eastAsia="cs-CZ"/>
              </w:rPr>
              <w:t>[DO</w:t>
            </w:r>
            <w:r w:rsidRPr="00A247EC">
              <w:rPr>
                <w:sz w:val="18"/>
                <w:highlight w:val="green"/>
                <w:lang w:eastAsia="cs-CZ"/>
              </w:rPr>
              <w:t>PLNÍ PRODÁVAJÍCÍ</w:t>
            </w:r>
            <w:r w:rsidRPr="00A247EC">
              <w:rPr>
                <w:sz w:val="18"/>
                <w:highlight w:val="green"/>
                <w:lang w:val="en-US" w:eastAsia="cs-CZ"/>
              </w:rPr>
              <w:t>]</w:t>
            </w:r>
          </w:p>
        </w:tc>
        <w:tc>
          <w:tcPr>
            <w:tcW w:w="1559" w:type="dxa"/>
          </w:tcPr>
          <w:p w14:paraId="3FDECAB1" w14:textId="0A468081" w:rsidR="00F70FCC" w:rsidRPr="00A247EC" w:rsidRDefault="00AF600C" w:rsidP="00A247EC">
            <w:pPr>
              <w:tabs>
                <w:tab w:val="right" w:pos="9063"/>
              </w:tabs>
              <w:spacing w:line="280" w:lineRule="atLeast"/>
              <w:ind w:righ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en-US" w:eastAsia="cs-CZ"/>
              </w:rPr>
            </w:pPr>
            <w:r w:rsidRPr="00A247EC">
              <w:rPr>
                <w:sz w:val="18"/>
                <w:highlight w:val="green"/>
                <w:lang w:val="en-US" w:eastAsia="cs-CZ"/>
              </w:rPr>
              <w:t>[DO</w:t>
            </w:r>
            <w:r w:rsidRPr="00A247EC">
              <w:rPr>
                <w:sz w:val="18"/>
                <w:highlight w:val="green"/>
                <w:lang w:eastAsia="cs-CZ"/>
              </w:rPr>
              <w:t>PLNÍ PRODÁVAJÍCÍ</w:t>
            </w:r>
            <w:r w:rsidRPr="00A247EC">
              <w:rPr>
                <w:sz w:val="18"/>
                <w:highlight w:val="green"/>
                <w:lang w:val="en-US" w:eastAsia="cs-CZ"/>
              </w:rPr>
              <w:t>]</w:t>
            </w:r>
          </w:p>
        </w:tc>
        <w:tc>
          <w:tcPr>
            <w:tcW w:w="1614" w:type="dxa"/>
          </w:tcPr>
          <w:p w14:paraId="6F94505A" w14:textId="2653EB06" w:rsidR="00F70FCC" w:rsidRPr="00A247EC" w:rsidRDefault="00AF600C" w:rsidP="00A247EC">
            <w:pPr>
              <w:tabs>
                <w:tab w:val="right" w:pos="9063"/>
              </w:tabs>
              <w:spacing w:line="280" w:lineRule="atLeast"/>
              <w:ind w:righ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en-US" w:eastAsia="cs-CZ"/>
              </w:rPr>
            </w:pPr>
            <w:r w:rsidRPr="00A247EC">
              <w:rPr>
                <w:sz w:val="18"/>
                <w:highlight w:val="green"/>
                <w:lang w:val="en-US" w:eastAsia="cs-CZ"/>
              </w:rPr>
              <w:t>[DO</w:t>
            </w:r>
            <w:r w:rsidRPr="00A247EC">
              <w:rPr>
                <w:sz w:val="18"/>
                <w:highlight w:val="green"/>
                <w:lang w:eastAsia="cs-CZ"/>
              </w:rPr>
              <w:t>PLNÍ PRODÁVAJÍCÍ</w:t>
            </w:r>
            <w:r w:rsidRPr="00A247EC">
              <w:rPr>
                <w:sz w:val="18"/>
                <w:highlight w:val="green"/>
                <w:lang w:val="en-US" w:eastAsia="cs-CZ"/>
              </w:rPr>
              <w:t>]</w:t>
            </w:r>
          </w:p>
        </w:tc>
      </w:tr>
      <w:tr w:rsidR="00AF600C" w14:paraId="795E811B" w14:textId="27DB8841" w:rsidTr="00AF6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B99E68D" w14:textId="1AA65EBC" w:rsidR="00F70FCC" w:rsidRPr="00B60F08" w:rsidRDefault="00F70FCC" w:rsidP="00A247EC">
            <w:pPr>
              <w:tabs>
                <w:tab w:val="right" w:pos="9063"/>
              </w:tabs>
              <w:spacing w:line="280" w:lineRule="atLeast"/>
              <w:ind w:right="7"/>
              <w:rPr>
                <w:sz w:val="18"/>
                <w:lang w:eastAsia="cs-CZ"/>
              </w:rPr>
            </w:pPr>
            <w:r w:rsidRPr="00A072A4">
              <w:rPr>
                <w:sz w:val="18"/>
                <w:lang w:eastAsia="cs-CZ"/>
              </w:rPr>
              <w:t>Grafický monitor 24"</w:t>
            </w:r>
          </w:p>
        </w:tc>
        <w:tc>
          <w:tcPr>
            <w:tcW w:w="1417" w:type="dxa"/>
          </w:tcPr>
          <w:p w14:paraId="0A2EADA1" w14:textId="3EB4C05C" w:rsidR="00F70FCC" w:rsidRPr="00B60F08" w:rsidRDefault="00F70FCC" w:rsidP="00A247EC">
            <w:pPr>
              <w:tabs>
                <w:tab w:val="right" w:pos="9063"/>
              </w:tabs>
              <w:spacing w:line="280" w:lineRule="atLeast"/>
              <w:ind w:right="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50</w:t>
            </w:r>
          </w:p>
        </w:tc>
        <w:tc>
          <w:tcPr>
            <w:tcW w:w="1559" w:type="dxa"/>
          </w:tcPr>
          <w:p w14:paraId="3BC7BD73" w14:textId="75F6A824" w:rsidR="00F70FCC" w:rsidRPr="00B60F08" w:rsidRDefault="00F70FCC" w:rsidP="00A247EC">
            <w:pPr>
              <w:tabs>
                <w:tab w:val="right" w:pos="9063"/>
              </w:tabs>
              <w:spacing w:line="280" w:lineRule="atLeast"/>
              <w:ind w:righ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A247EC">
              <w:rPr>
                <w:sz w:val="18"/>
                <w:highlight w:val="green"/>
                <w:lang w:val="en-US" w:eastAsia="cs-CZ"/>
              </w:rPr>
              <w:t>[DO</w:t>
            </w:r>
            <w:r w:rsidRPr="00A247EC">
              <w:rPr>
                <w:sz w:val="18"/>
                <w:highlight w:val="green"/>
                <w:lang w:eastAsia="cs-CZ"/>
              </w:rPr>
              <w:t>PLNÍ PRODÁVAJÍCÍ</w:t>
            </w:r>
            <w:r w:rsidRPr="00A247EC">
              <w:rPr>
                <w:sz w:val="18"/>
                <w:highlight w:val="green"/>
                <w:lang w:val="en-US" w:eastAsia="cs-CZ"/>
              </w:rPr>
              <w:t>]</w:t>
            </w:r>
          </w:p>
        </w:tc>
        <w:tc>
          <w:tcPr>
            <w:tcW w:w="1560" w:type="dxa"/>
          </w:tcPr>
          <w:p w14:paraId="78BBB4F3" w14:textId="072F5E18" w:rsidR="00F70FCC" w:rsidRPr="00B60F08" w:rsidRDefault="00F70FCC" w:rsidP="00A247EC">
            <w:pPr>
              <w:tabs>
                <w:tab w:val="right" w:pos="9063"/>
              </w:tabs>
              <w:spacing w:line="280" w:lineRule="atLeast"/>
              <w:ind w:righ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A247EC">
              <w:rPr>
                <w:sz w:val="18"/>
                <w:highlight w:val="green"/>
                <w:lang w:val="en-US" w:eastAsia="cs-CZ"/>
              </w:rPr>
              <w:t>[DO</w:t>
            </w:r>
            <w:r w:rsidRPr="00A247EC">
              <w:rPr>
                <w:sz w:val="18"/>
                <w:highlight w:val="green"/>
                <w:lang w:eastAsia="cs-CZ"/>
              </w:rPr>
              <w:t>PLNÍ PRODÁVAJÍCÍ</w:t>
            </w:r>
            <w:r w:rsidRPr="00A247EC">
              <w:rPr>
                <w:sz w:val="18"/>
                <w:highlight w:val="green"/>
                <w:lang w:val="en-US" w:eastAsia="cs-CZ"/>
              </w:rPr>
              <w:t>]</w:t>
            </w:r>
          </w:p>
        </w:tc>
        <w:tc>
          <w:tcPr>
            <w:tcW w:w="1559" w:type="dxa"/>
          </w:tcPr>
          <w:p w14:paraId="25084F46" w14:textId="315ADC27" w:rsidR="00F70FCC" w:rsidRPr="00A247EC" w:rsidRDefault="00AF600C" w:rsidP="00A247EC">
            <w:pPr>
              <w:tabs>
                <w:tab w:val="right" w:pos="9063"/>
              </w:tabs>
              <w:spacing w:line="280" w:lineRule="atLeast"/>
              <w:ind w:righ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en-US" w:eastAsia="cs-CZ"/>
              </w:rPr>
            </w:pPr>
            <w:r w:rsidRPr="00A247EC">
              <w:rPr>
                <w:sz w:val="18"/>
                <w:highlight w:val="green"/>
                <w:lang w:val="en-US" w:eastAsia="cs-CZ"/>
              </w:rPr>
              <w:t>[DO</w:t>
            </w:r>
            <w:r w:rsidRPr="00A247EC">
              <w:rPr>
                <w:sz w:val="18"/>
                <w:highlight w:val="green"/>
                <w:lang w:eastAsia="cs-CZ"/>
              </w:rPr>
              <w:t>PLNÍ PRODÁVAJÍCÍ</w:t>
            </w:r>
            <w:r w:rsidRPr="00A247EC">
              <w:rPr>
                <w:sz w:val="18"/>
                <w:highlight w:val="green"/>
                <w:lang w:val="en-US" w:eastAsia="cs-CZ"/>
              </w:rPr>
              <w:t>]</w:t>
            </w:r>
          </w:p>
        </w:tc>
        <w:tc>
          <w:tcPr>
            <w:tcW w:w="1614" w:type="dxa"/>
          </w:tcPr>
          <w:p w14:paraId="2C06ED52" w14:textId="60E94921" w:rsidR="00F70FCC" w:rsidRPr="00A247EC" w:rsidRDefault="00AF600C" w:rsidP="00A247EC">
            <w:pPr>
              <w:tabs>
                <w:tab w:val="right" w:pos="9063"/>
              </w:tabs>
              <w:spacing w:line="280" w:lineRule="atLeast"/>
              <w:ind w:righ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en-US" w:eastAsia="cs-CZ"/>
              </w:rPr>
            </w:pPr>
            <w:r w:rsidRPr="00A247EC">
              <w:rPr>
                <w:sz w:val="18"/>
                <w:highlight w:val="green"/>
                <w:lang w:val="en-US" w:eastAsia="cs-CZ"/>
              </w:rPr>
              <w:t>[DO</w:t>
            </w:r>
            <w:r w:rsidRPr="00A247EC">
              <w:rPr>
                <w:sz w:val="18"/>
                <w:highlight w:val="green"/>
                <w:lang w:eastAsia="cs-CZ"/>
              </w:rPr>
              <w:t>PLNÍ PRODÁVAJÍCÍ</w:t>
            </w:r>
            <w:r w:rsidRPr="00A247EC">
              <w:rPr>
                <w:sz w:val="18"/>
                <w:highlight w:val="green"/>
                <w:lang w:val="en-US" w:eastAsia="cs-CZ"/>
              </w:rPr>
              <w:t>]</w:t>
            </w:r>
          </w:p>
        </w:tc>
      </w:tr>
      <w:tr w:rsidR="00AF600C" w14:paraId="1E1B75A0" w14:textId="20CB361D" w:rsidTr="00AF6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gridSpan w:val="3"/>
          </w:tcPr>
          <w:p w14:paraId="6ECEF98E" w14:textId="316A3D7F" w:rsidR="00F70FCC" w:rsidRPr="00A072A4" w:rsidRDefault="00F70FCC" w:rsidP="00A247EC">
            <w:pPr>
              <w:tabs>
                <w:tab w:val="right" w:pos="9063"/>
              </w:tabs>
              <w:spacing w:line="280" w:lineRule="atLeast"/>
              <w:ind w:right="7"/>
              <w:rPr>
                <w:b/>
                <w:bCs/>
                <w:lang w:eastAsia="cs-CZ"/>
              </w:rPr>
            </w:pPr>
            <w:r w:rsidRPr="00A072A4">
              <w:rPr>
                <w:b/>
                <w:bCs/>
                <w:sz w:val="18"/>
                <w:lang w:eastAsia="cs-CZ"/>
              </w:rPr>
              <w:t xml:space="preserve">Celková nabídková cena v Kč </w:t>
            </w:r>
          </w:p>
        </w:tc>
        <w:tc>
          <w:tcPr>
            <w:tcW w:w="1560" w:type="dxa"/>
          </w:tcPr>
          <w:p w14:paraId="15489F7F" w14:textId="3AB461BB" w:rsidR="00F70FCC" w:rsidRPr="00A072A4" w:rsidRDefault="00F70FCC" w:rsidP="00A247EC">
            <w:pPr>
              <w:tabs>
                <w:tab w:val="right" w:pos="9063"/>
              </w:tabs>
              <w:spacing w:line="280" w:lineRule="atLeast"/>
              <w:ind w:righ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eastAsia="cs-CZ"/>
              </w:rPr>
            </w:pPr>
            <w:r w:rsidRPr="00A247EC">
              <w:rPr>
                <w:sz w:val="18"/>
                <w:highlight w:val="green"/>
                <w:lang w:val="en-US" w:eastAsia="cs-CZ"/>
              </w:rPr>
              <w:t>[DO</w:t>
            </w:r>
            <w:r w:rsidRPr="00A247EC">
              <w:rPr>
                <w:sz w:val="18"/>
                <w:highlight w:val="green"/>
                <w:lang w:eastAsia="cs-CZ"/>
              </w:rPr>
              <w:t>PLNÍ PRODÁVAJÍCÍ</w:t>
            </w:r>
            <w:r w:rsidRPr="00A247EC">
              <w:rPr>
                <w:sz w:val="18"/>
                <w:highlight w:val="green"/>
                <w:lang w:val="en-US" w:eastAsia="cs-CZ"/>
              </w:rPr>
              <w:t>]</w:t>
            </w:r>
          </w:p>
        </w:tc>
        <w:tc>
          <w:tcPr>
            <w:tcW w:w="1559" w:type="dxa"/>
          </w:tcPr>
          <w:p w14:paraId="0C893674" w14:textId="00C5261E" w:rsidR="00F70FCC" w:rsidRPr="00A247EC" w:rsidRDefault="00AF600C" w:rsidP="00A247EC">
            <w:pPr>
              <w:tabs>
                <w:tab w:val="right" w:pos="9063"/>
              </w:tabs>
              <w:spacing w:line="280" w:lineRule="atLeast"/>
              <w:ind w:righ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en-US" w:eastAsia="cs-CZ"/>
              </w:rPr>
            </w:pPr>
            <w:r w:rsidRPr="00A247EC">
              <w:rPr>
                <w:sz w:val="18"/>
                <w:highlight w:val="green"/>
                <w:lang w:val="en-US" w:eastAsia="cs-CZ"/>
              </w:rPr>
              <w:t>[DO</w:t>
            </w:r>
            <w:r w:rsidRPr="00A247EC">
              <w:rPr>
                <w:sz w:val="18"/>
                <w:highlight w:val="green"/>
                <w:lang w:eastAsia="cs-CZ"/>
              </w:rPr>
              <w:t>PLNÍ PRODÁVAJÍCÍ</w:t>
            </w:r>
            <w:r w:rsidRPr="00A247EC">
              <w:rPr>
                <w:sz w:val="18"/>
                <w:highlight w:val="green"/>
                <w:lang w:val="en-US" w:eastAsia="cs-CZ"/>
              </w:rPr>
              <w:t>]</w:t>
            </w:r>
          </w:p>
        </w:tc>
        <w:tc>
          <w:tcPr>
            <w:tcW w:w="1614" w:type="dxa"/>
          </w:tcPr>
          <w:p w14:paraId="2EE7A96A" w14:textId="25F2F761" w:rsidR="00F70FCC" w:rsidRPr="00A247EC" w:rsidRDefault="00AF600C" w:rsidP="00A247EC">
            <w:pPr>
              <w:tabs>
                <w:tab w:val="right" w:pos="9063"/>
              </w:tabs>
              <w:spacing w:line="280" w:lineRule="atLeast"/>
              <w:ind w:right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en-US" w:eastAsia="cs-CZ"/>
              </w:rPr>
            </w:pPr>
            <w:r w:rsidRPr="00A247EC">
              <w:rPr>
                <w:sz w:val="18"/>
                <w:highlight w:val="green"/>
                <w:lang w:val="en-US" w:eastAsia="cs-CZ"/>
              </w:rPr>
              <w:t>[DO</w:t>
            </w:r>
            <w:r w:rsidRPr="00A247EC">
              <w:rPr>
                <w:sz w:val="18"/>
                <w:highlight w:val="green"/>
                <w:lang w:eastAsia="cs-CZ"/>
              </w:rPr>
              <w:t>PLNÍ PRODÁVAJÍCÍ</w:t>
            </w:r>
            <w:r w:rsidRPr="00A247EC">
              <w:rPr>
                <w:sz w:val="18"/>
                <w:highlight w:val="green"/>
                <w:lang w:val="en-US" w:eastAsia="cs-CZ"/>
              </w:rPr>
              <w:t>]</w:t>
            </w:r>
          </w:p>
        </w:tc>
      </w:tr>
    </w:tbl>
    <w:p w14:paraId="4848FC6C" w14:textId="77777777" w:rsidR="00B60F08" w:rsidRDefault="00B60F08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F70FCC">
      <w:pPr>
        <w:ind w:left="-426"/>
      </w:pPr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7288D" w14:textId="77777777" w:rsidR="00AF1A00" w:rsidRDefault="00AF1A00" w:rsidP="00962258">
      <w:pPr>
        <w:spacing w:after="0" w:line="240" w:lineRule="auto"/>
      </w:pPr>
      <w:r>
        <w:separator/>
      </w:r>
    </w:p>
  </w:endnote>
  <w:endnote w:type="continuationSeparator" w:id="0">
    <w:p w14:paraId="700CDE0F" w14:textId="77777777" w:rsidR="00AF1A00" w:rsidRDefault="00AF1A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5B234" w14:textId="77777777" w:rsidR="00AF1A00" w:rsidRDefault="00AF1A00" w:rsidP="00962258">
      <w:pPr>
        <w:spacing w:after="0" w:line="240" w:lineRule="auto"/>
      </w:pPr>
      <w:r>
        <w:separator/>
      </w:r>
    </w:p>
  </w:footnote>
  <w:footnote w:type="continuationSeparator" w:id="0">
    <w:p w14:paraId="1F7AE504" w14:textId="77777777" w:rsidR="00AF1A00" w:rsidRDefault="00AF1A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24F70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4C24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072A4"/>
    <w:rsid w:val="00A247EC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F1A00"/>
    <w:rsid w:val="00AF600C"/>
    <w:rsid w:val="00B151DE"/>
    <w:rsid w:val="00B15D0D"/>
    <w:rsid w:val="00B36B3E"/>
    <w:rsid w:val="00B60F08"/>
    <w:rsid w:val="00B75EE1"/>
    <w:rsid w:val="00B77481"/>
    <w:rsid w:val="00B8518B"/>
    <w:rsid w:val="00BD7E91"/>
    <w:rsid w:val="00C02D0A"/>
    <w:rsid w:val="00C03A6E"/>
    <w:rsid w:val="00C17A08"/>
    <w:rsid w:val="00C272E4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835AC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0FC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2023-10-10T07:34:00Z</dcterms:created>
  <dcterms:modified xsi:type="dcterms:W3CDTF">2023-10-11T10:09:00Z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